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222AE" w:rsidRDefault="000222AE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</w:p>
    <w:p w:rsidR="00034208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</w:p>
    <w:p w:rsidR="001F754C" w:rsidRPr="00B07FD2" w:rsidRDefault="00034208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>
        <w:rPr>
          <w:rFonts w:ascii="Calibri" w:hAnsi="Calibri" w:cs="Calibri"/>
          <w:color w:val="4F6228" w:themeColor="accent3" w:themeShade="80"/>
          <w:sz w:val="36"/>
          <w:szCs w:val="36"/>
        </w:rPr>
        <w:t>Language (L1)</w:t>
      </w:r>
      <w:r w:rsidR="001F754C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9-09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0B023B" w:rsidP="001F754C">
          <w:pPr>
            <w:pStyle w:val="Ttulo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September 9, 2013</w:t>
          </w:r>
        </w:p>
      </w:sdtContent>
    </w:sdt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4667B2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864418" w:rsidRDefault="001E31A2" w:rsidP="00A0230E">
      <w:pPr>
        <w:pStyle w:val="Ttulo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>Adriana Yepes, Coordinadora de Lenguaje Preprimaria</w:t>
      </w:r>
      <w:r w:rsidR="00A0230E" w:rsidRPr="00A0230E">
        <w:rPr>
          <w:b w:val="0"/>
          <w:i/>
          <w:szCs w:val="20"/>
          <w:lang w:val="es-CO"/>
        </w:rPr>
        <w:t xml:space="preserve">                    </w:t>
      </w:r>
      <w:r w:rsidR="00A0230E">
        <w:rPr>
          <w:b w:val="0"/>
          <w:i/>
          <w:szCs w:val="20"/>
          <w:lang w:val="es-CO"/>
        </w:rPr>
        <w:t xml:space="preserve">   </w:t>
      </w:r>
    </w:p>
    <w:p w:rsidR="00A0230E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Clara Inés </w:t>
      </w:r>
      <w:proofErr w:type="spellStart"/>
      <w:r>
        <w:rPr>
          <w:i/>
          <w:lang w:val="es-CO"/>
        </w:rPr>
        <w:t>Flecher</w:t>
      </w:r>
      <w:proofErr w:type="spellEnd"/>
      <w:r>
        <w:rPr>
          <w:i/>
          <w:lang w:val="es-CO"/>
        </w:rPr>
        <w:t>, Profesora de español Prekinder</w:t>
      </w:r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Aída Cecilia Meneses, </w:t>
      </w:r>
      <w:r w:rsidRPr="001E31A2">
        <w:rPr>
          <w:i/>
          <w:lang w:val="es-CO"/>
        </w:rPr>
        <w:t xml:space="preserve">Profesora de español </w:t>
      </w:r>
      <w:proofErr w:type="spellStart"/>
      <w:r>
        <w:rPr>
          <w:i/>
          <w:lang w:val="es-CO"/>
        </w:rPr>
        <w:t>Kinder</w:t>
      </w:r>
      <w:proofErr w:type="spellEnd"/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>Ángela María de Osorio, Profesora de español Primero</w:t>
      </w:r>
    </w:p>
    <w:p w:rsidR="00172FE2" w:rsidRPr="00A0230E" w:rsidRDefault="00172FE2" w:rsidP="00A0230E">
      <w:pPr>
        <w:rPr>
          <w:lang w:val="es-CO"/>
        </w:rPr>
      </w:pPr>
      <w:r>
        <w:rPr>
          <w:i/>
          <w:lang w:val="es-CO"/>
        </w:rPr>
        <w:t>EL FONOAUDIÓLOGO</w:t>
      </w:r>
      <w:r w:rsidR="00154392">
        <w:rPr>
          <w:i/>
          <w:lang w:val="es-CO"/>
        </w:rPr>
        <w:t>, FABIO ORTEGA</w:t>
      </w:r>
      <w:r>
        <w:rPr>
          <w:i/>
          <w:lang w:val="es-CO"/>
        </w:rPr>
        <w:t xml:space="preserve"> ESTARÁ AUSENTE</w:t>
      </w:r>
      <w:r w:rsidR="00154392">
        <w:rPr>
          <w:i/>
          <w:lang w:val="es-CO"/>
        </w:rPr>
        <w:t xml:space="preserve"> DEBIDO A COMPROMISOS DE ENTREGA DE CASOS DEL EQUIPO </w:t>
      </w:r>
      <w:proofErr w:type="spellStart"/>
      <w:r w:rsidR="00154392">
        <w:rPr>
          <w:i/>
          <w:lang w:val="es-CO"/>
        </w:rPr>
        <w:t>LSP</w:t>
      </w:r>
      <w:proofErr w:type="spellEnd"/>
      <w:r w:rsidR="00154392">
        <w:rPr>
          <w:i/>
          <w:lang w:val="es-CO"/>
        </w:rPr>
        <w:t xml:space="preserve"> EN PRIMARIA</w:t>
      </w:r>
      <w:bookmarkStart w:id="0" w:name="_GoBack"/>
      <w:bookmarkEnd w:id="0"/>
    </w:p>
    <w:p w:rsidR="001E31A2" w:rsidRDefault="001E31A2" w:rsidP="001E31A2">
      <w:pPr>
        <w:pStyle w:val="Ttulo2"/>
        <w:numPr>
          <w:ilvl w:val="0"/>
          <w:numId w:val="0"/>
        </w:numPr>
        <w:spacing w:before="480"/>
        <w:ind w:left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AGENDA:</w:t>
      </w:r>
    </w:p>
    <w:p w:rsidR="00D34D1C" w:rsidRDefault="000B023B" w:rsidP="00E14448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Análisis de propuesta de manejo de rejilla virtual para las muestras escriturales del programa Letras de acuerdo a las reuniones con Juan Carlos </w:t>
      </w:r>
      <w:proofErr w:type="spellStart"/>
      <w:r>
        <w:rPr>
          <w:color w:val="4F6228" w:themeColor="accent3" w:themeShade="80"/>
          <w:sz w:val="28"/>
          <w:szCs w:val="28"/>
          <w:lang w:val="es-CO"/>
        </w:rPr>
        <w:t>Negret</w:t>
      </w:r>
      <w:proofErr w:type="spellEnd"/>
      <w:r>
        <w:rPr>
          <w:color w:val="4F6228" w:themeColor="accent3" w:themeShade="80"/>
          <w:sz w:val="28"/>
          <w:szCs w:val="28"/>
          <w:lang w:val="es-CO"/>
        </w:rPr>
        <w:t xml:space="preserve"> el martes 3 y el miércoles 4 de septiembre</w:t>
      </w:r>
      <w:r w:rsidR="00D34D1C">
        <w:rPr>
          <w:color w:val="4F6228" w:themeColor="accent3" w:themeShade="80"/>
          <w:sz w:val="28"/>
          <w:szCs w:val="28"/>
          <w:lang w:val="es-CO"/>
        </w:rPr>
        <w:t>.</w:t>
      </w:r>
      <w:r w:rsidR="00D34D1C" w:rsidRPr="00D34D1C">
        <w:rPr>
          <w:color w:val="4F6228" w:themeColor="accent3" w:themeShade="80"/>
          <w:sz w:val="28"/>
          <w:szCs w:val="28"/>
          <w:lang w:val="es-CO"/>
        </w:rPr>
        <w:t xml:space="preserve"> </w:t>
      </w:r>
    </w:p>
    <w:p w:rsidR="000B023B" w:rsidRDefault="000B023B" w:rsidP="000B023B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0B023B">
        <w:rPr>
          <w:color w:val="4F6228" w:themeColor="accent3" w:themeShade="80"/>
          <w:sz w:val="28"/>
          <w:szCs w:val="28"/>
          <w:lang w:val="es-CO"/>
        </w:rPr>
        <w:t>Acuerdo de fechas de socialización de esta propuesta a los classroom teachers en los grados.</w:t>
      </w:r>
    </w:p>
    <w:p w:rsidR="000B023B" w:rsidRPr="003028B7" w:rsidRDefault="000B023B" w:rsidP="000B023B">
      <w:pPr>
        <w:rPr>
          <w:color w:val="4F6228" w:themeColor="accent3" w:themeShade="80"/>
          <w:lang w:val="es-CO"/>
        </w:rPr>
      </w:pPr>
    </w:p>
    <w:p w:rsidR="000B023B" w:rsidRDefault="000B023B" w:rsidP="000B023B">
      <w:pPr>
        <w:rPr>
          <w:b/>
          <w:color w:val="4F6228" w:themeColor="accent3" w:themeShade="80"/>
          <w:sz w:val="28"/>
          <w:szCs w:val="28"/>
          <w:lang w:val="es-CO"/>
        </w:rPr>
      </w:pPr>
      <w:r w:rsidRPr="003028B7">
        <w:rPr>
          <w:b/>
          <w:color w:val="4F6228" w:themeColor="accent3" w:themeShade="80"/>
          <w:sz w:val="28"/>
          <w:szCs w:val="28"/>
          <w:lang w:val="es-CO"/>
        </w:rPr>
        <w:t xml:space="preserve">III.      </w:t>
      </w:r>
      <w:r w:rsidR="003028B7" w:rsidRPr="003028B7">
        <w:rPr>
          <w:b/>
          <w:color w:val="4F6228" w:themeColor="accent3" w:themeShade="80"/>
          <w:sz w:val="28"/>
          <w:szCs w:val="28"/>
          <w:lang w:val="es-CO"/>
        </w:rPr>
        <w:t>Recopilación de datos estadísticos del proceso de escritura y lectura del Programa</w:t>
      </w:r>
      <w:r w:rsidR="00055F3C">
        <w:rPr>
          <w:b/>
          <w:color w:val="4F6228" w:themeColor="accent3" w:themeShade="80"/>
          <w:sz w:val="28"/>
          <w:szCs w:val="28"/>
          <w:lang w:val="es-CO"/>
        </w:rPr>
        <w:t xml:space="preserve"> Letras:</w:t>
      </w:r>
    </w:p>
    <w:p w:rsidR="003028B7" w:rsidRDefault="00055F3C" w:rsidP="003028B7">
      <w:pPr>
        <w:pStyle w:val="Prrafodelista"/>
        <w:numPr>
          <w:ilvl w:val="0"/>
          <w:numId w:val="14"/>
        </w:numPr>
        <w:rPr>
          <w:b/>
          <w:color w:val="4F6228" w:themeColor="accent3" w:themeShade="80"/>
          <w:sz w:val="28"/>
          <w:szCs w:val="28"/>
          <w:lang w:val="es-CO"/>
        </w:rPr>
      </w:pPr>
      <w:r>
        <w:rPr>
          <w:b/>
          <w:color w:val="4F6228" w:themeColor="accent3" w:themeShade="80"/>
          <w:sz w:val="28"/>
          <w:szCs w:val="28"/>
          <w:lang w:val="es-CO"/>
        </w:rPr>
        <w:t>Datos de evaluaciones diagnósticas y análisis de desarrollos finales año lectivo 2012-2013, 2011-2012. 2010-2011</w:t>
      </w:r>
    </w:p>
    <w:p w:rsidR="003E6F3E" w:rsidRPr="003028B7" w:rsidRDefault="003E6F3E" w:rsidP="003028B7">
      <w:pPr>
        <w:pStyle w:val="Prrafodelista"/>
        <w:numPr>
          <w:ilvl w:val="0"/>
          <w:numId w:val="14"/>
        </w:numPr>
        <w:rPr>
          <w:b/>
          <w:color w:val="4F6228" w:themeColor="accent3" w:themeShade="80"/>
          <w:sz w:val="28"/>
          <w:szCs w:val="28"/>
          <w:lang w:val="es-CO"/>
        </w:rPr>
      </w:pPr>
      <w:r>
        <w:rPr>
          <w:b/>
          <w:color w:val="4F6228" w:themeColor="accent3" w:themeShade="80"/>
          <w:sz w:val="28"/>
          <w:szCs w:val="28"/>
          <w:lang w:val="es-CO"/>
        </w:rPr>
        <w:t>Evidencias (muestras escriturales, retroalimentación desde otros grados, otras secciones)</w:t>
      </w:r>
    </w:p>
    <w:p w:rsidR="000B023B" w:rsidRPr="000B023B" w:rsidRDefault="000B023B" w:rsidP="000B023B">
      <w:pPr>
        <w:rPr>
          <w:lang w:val="es-CO"/>
        </w:rPr>
      </w:pPr>
    </w:p>
    <w:p w:rsidR="000B023B" w:rsidRDefault="000B023B" w:rsidP="000B023B">
      <w:pPr>
        <w:rPr>
          <w:lang w:val="es-CO"/>
        </w:rPr>
      </w:pPr>
    </w:p>
    <w:p w:rsidR="000B023B" w:rsidRPr="000B023B" w:rsidRDefault="000B023B" w:rsidP="000B023B">
      <w:pPr>
        <w:pStyle w:val="Ttulo2"/>
        <w:numPr>
          <w:ilvl w:val="0"/>
          <w:numId w:val="0"/>
        </w:numPr>
        <w:ind w:left="644" w:hanging="360"/>
        <w:rPr>
          <w:lang w:val="es-CO"/>
        </w:rPr>
      </w:pPr>
    </w:p>
    <w:p w:rsidR="000B023B" w:rsidRPr="000B023B" w:rsidRDefault="000B023B" w:rsidP="000B023B">
      <w:pPr>
        <w:rPr>
          <w:lang w:val="es-CO"/>
        </w:rPr>
      </w:pPr>
      <w:r>
        <w:rPr>
          <w:lang w:val="es-CO"/>
        </w:rPr>
        <w:t>PENDIENTES PRÓXIMA REUNIÓN:</w:t>
      </w:r>
    </w:p>
    <w:p w:rsidR="000B023B" w:rsidRPr="000B023B" w:rsidRDefault="000B023B" w:rsidP="000B023B">
      <w:pPr>
        <w:pStyle w:val="Ttulo2"/>
        <w:numPr>
          <w:ilvl w:val="0"/>
          <w:numId w:val="13"/>
        </w:numPr>
        <w:spacing w:before="480" w:after="0" w:line="240" w:lineRule="auto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 xml:space="preserve">  </w:t>
      </w:r>
      <w:r w:rsidR="00821A04" w:rsidRPr="000B023B">
        <w:rPr>
          <w:color w:val="4F6228" w:themeColor="accent3" w:themeShade="80"/>
          <w:sz w:val="28"/>
          <w:szCs w:val="28"/>
          <w:lang w:val="es-CO"/>
        </w:rPr>
        <w:t>Lectura de caracterizaciones (perfil) de los alumnos 2012 2013. (Maestras de español a cargo)</w:t>
      </w:r>
    </w:p>
    <w:p w:rsidR="00BD2F4A" w:rsidRPr="000B023B" w:rsidRDefault="000B023B" w:rsidP="00E14448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Análisis indicadores de logro 2013- 2014 (Ada</w:t>
      </w:r>
      <w:r w:rsidR="00E93CAA" w:rsidRPr="000B023B">
        <w:rPr>
          <w:color w:val="4F6228" w:themeColor="accent3" w:themeShade="80"/>
          <w:sz w:val="28"/>
          <w:szCs w:val="28"/>
          <w:lang w:val="es-CO"/>
        </w:rPr>
        <w:t>ptaciones/sugerencias para cubrir los estándares de acuerdo a Programa Letras y a la IBO</w:t>
      </w:r>
      <w:r>
        <w:rPr>
          <w:color w:val="4F6228" w:themeColor="accent3" w:themeShade="80"/>
          <w:sz w:val="28"/>
          <w:szCs w:val="28"/>
          <w:lang w:val="es-CO"/>
        </w:rPr>
        <w:t>)</w:t>
      </w:r>
      <w:r w:rsidR="00E93CAA" w:rsidRPr="000B023B">
        <w:rPr>
          <w:color w:val="4F6228" w:themeColor="accent3" w:themeShade="80"/>
          <w:sz w:val="28"/>
          <w:szCs w:val="28"/>
          <w:lang w:val="es-CO"/>
        </w:rPr>
        <w:t>.</w:t>
      </w:r>
    </w:p>
    <w:p w:rsidR="00E93CAA" w:rsidRPr="00E93CAA" w:rsidRDefault="00E93CAA" w:rsidP="00E14448">
      <w:pPr>
        <w:spacing w:line="240" w:lineRule="auto"/>
        <w:rPr>
          <w:lang w:val="es-CO"/>
        </w:rPr>
      </w:pPr>
    </w:p>
    <w:p w:rsidR="00642938" w:rsidRDefault="00E93CAA" w:rsidP="00E14448">
      <w:pPr>
        <w:pStyle w:val="Ttulo2"/>
        <w:spacing w:before="480" w:after="0" w:line="240" w:lineRule="auto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DISCUSIÓN DE TAREAS Y ACUERDO SOBRE FECHAS DE ENTREGA DE ACUERDO A PRIORIDADES DEL ÁREA Y LA SECCIÓN.</w:t>
      </w:r>
    </w:p>
    <w:sectPr w:rsidR="00642938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B8"/>
    <w:multiLevelType w:val="hybridMultilevel"/>
    <w:tmpl w:val="94108C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Ttulo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26DA8"/>
    <w:multiLevelType w:val="hybridMultilevel"/>
    <w:tmpl w:val="59685F2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2E343F5"/>
    <w:multiLevelType w:val="hybridMultilevel"/>
    <w:tmpl w:val="4816C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91D14"/>
    <w:multiLevelType w:val="hybridMultilevel"/>
    <w:tmpl w:val="7F2632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72006"/>
    <w:multiLevelType w:val="hybridMultilevel"/>
    <w:tmpl w:val="5E684A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50AD8"/>
    <w:multiLevelType w:val="hybridMultilevel"/>
    <w:tmpl w:val="4C560D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39D2"/>
    <w:multiLevelType w:val="hybridMultilevel"/>
    <w:tmpl w:val="C450B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259BD"/>
    <w:multiLevelType w:val="hybridMultilevel"/>
    <w:tmpl w:val="D28E22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034B"/>
    <w:multiLevelType w:val="hybridMultilevel"/>
    <w:tmpl w:val="1F1CE4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52F39"/>
    <w:multiLevelType w:val="hybridMultilevel"/>
    <w:tmpl w:val="ACF029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F32AA"/>
    <w:multiLevelType w:val="hybridMultilevel"/>
    <w:tmpl w:val="BE30A70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5034E50"/>
    <w:multiLevelType w:val="hybridMultilevel"/>
    <w:tmpl w:val="10F28D9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"/>
    <w:lvlOverride w:ilvl="0">
      <w:startOverride w:val="4"/>
    </w:lvlOverride>
  </w:num>
  <w:num w:numId="1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12D9F"/>
    <w:rsid w:val="0001339A"/>
    <w:rsid w:val="000148B6"/>
    <w:rsid w:val="00015AA1"/>
    <w:rsid w:val="00020618"/>
    <w:rsid w:val="000222AE"/>
    <w:rsid w:val="00031EAE"/>
    <w:rsid w:val="00032F4C"/>
    <w:rsid w:val="00034208"/>
    <w:rsid w:val="000455CC"/>
    <w:rsid w:val="00046A67"/>
    <w:rsid w:val="00053FA8"/>
    <w:rsid w:val="00055F3C"/>
    <w:rsid w:val="0006099D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B023B"/>
    <w:rsid w:val="000C2CDA"/>
    <w:rsid w:val="000E7716"/>
    <w:rsid w:val="000E77FA"/>
    <w:rsid w:val="001008DB"/>
    <w:rsid w:val="00101F04"/>
    <w:rsid w:val="00102987"/>
    <w:rsid w:val="001071B3"/>
    <w:rsid w:val="00110122"/>
    <w:rsid w:val="00115DE4"/>
    <w:rsid w:val="00117EB3"/>
    <w:rsid w:val="00120152"/>
    <w:rsid w:val="0012068F"/>
    <w:rsid w:val="00122FBE"/>
    <w:rsid w:val="00125A2A"/>
    <w:rsid w:val="00127D58"/>
    <w:rsid w:val="00140F57"/>
    <w:rsid w:val="00154392"/>
    <w:rsid w:val="00172FE2"/>
    <w:rsid w:val="00180707"/>
    <w:rsid w:val="00183DA1"/>
    <w:rsid w:val="001857E7"/>
    <w:rsid w:val="00191DF4"/>
    <w:rsid w:val="001A32C3"/>
    <w:rsid w:val="001A4916"/>
    <w:rsid w:val="001B18EF"/>
    <w:rsid w:val="001C1D80"/>
    <w:rsid w:val="001E1318"/>
    <w:rsid w:val="001E15B1"/>
    <w:rsid w:val="001E31A2"/>
    <w:rsid w:val="001F754C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A3FCC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0AFA"/>
    <w:rsid w:val="002F3A95"/>
    <w:rsid w:val="002F6386"/>
    <w:rsid w:val="002F7996"/>
    <w:rsid w:val="003028B7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70AA7"/>
    <w:rsid w:val="003758C8"/>
    <w:rsid w:val="003770CD"/>
    <w:rsid w:val="0038396E"/>
    <w:rsid w:val="00385082"/>
    <w:rsid w:val="0039304F"/>
    <w:rsid w:val="00394C6A"/>
    <w:rsid w:val="00397B77"/>
    <w:rsid w:val="003A17A0"/>
    <w:rsid w:val="003A6AE8"/>
    <w:rsid w:val="003B10F6"/>
    <w:rsid w:val="003B1B93"/>
    <w:rsid w:val="003B74EA"/>
    <w:rsid w:val="003B7A2A"/>
    <w:rsid w:val="003C67A5"/>
    <w:rsid w:val="003E1D90"/>
    <w:rsid w:val="003E3ACA"/>
    <w:rsid w:val="003E5D74"/>
    <w:rsid w:val="003E6C0D"/>
    <w:rsid w:val="003E6F3E"/>
    <w:rsid w:val="004065BD"/>
    <w:rsid w:val="00410CA0"/>
    <w:rsid w:val="00412844"/>
    <w:rsid w:val="00412BA9"/>
    <w:rsid w:val="00414D93"/>
    <w:rsid w:val="004215D7"/>
    <w:rsid w:val="004316BE"/>
    <w:rsid w:val="00432371"/>
    <w:rsid w:val="004368D6"/>
    <w:rsid w:val="0044536F"/>
    <w:rsid w:val="00456E32"/>
    <w:rsid w:val="004578EB"/>
    <w:rsid w:val="0046370E"/>
    <w:rsid w:val="004667B2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7675C"/>
    <w:rsid w:val="00580FEA"/>
    <w:rsid w:val="005861E7"/>
    <w:rsid w:val="005928E7"/>
    <w:rsid w:val="005953D5"/>
    <w:rsid w:val="00596082"/>
    <w:rsid w:val="005A30B2"/>
    <w:rsid w:val="005A70E6"/>
    <w:rsid w:val="005B2278"/>
    <w:rsid w:val="005B30FF"/>
    <w:rsid w:val="005B32DC"/>
    <w:rsid w:val="005D027E"/>
    <w:rsid w:val="005D128D"/>
    <w:rsid w:val="005D3BF3"/>
    <w:rsid w:val="005E197D"/>
    <w:rsid w:val="005E57C1"/>
    <w:rsid w:val="005F5869"/>
    <w:rsid w:val="00602CB7"/>
    <w:rsid w:val="00605173"/>
    <w:rsid w:val="00606EEC"/>
    <w:rsid w:val="00614645"/>
    <w:rsid w:val="00615E5A"/>
    <w:rsid w:val="00617534"/>
    <w:rsid w:val="00622831"/>
    <w:rsid w:val="006418D1"/>
    <w:rsid w:val="00641A4F"/>
    <w:rsid w:val="00642938"/>
    <w:rsid w:val="00666E32"/>
    <w:rsid w:val="0067347F"/>
    <w:rsid w:val="00683AE3"/>
    <w:rsid w:val="006B22D9"/>
    <w:rsid w:val="006B63D0"/>
    <w:rsid w:val="006C098A"/>
    <w:rsid w:val="006C0E0A"/>
    <w:rsid w:val="006C3E39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E7F3B"/>
    <w:rsid w:val="007F2111"/>
    <w:rsid w:val="007F224A"/>
    <w:rsid w:val="008010D6"/>
    <w:rsid w:val="00804B54"/>
    <w:rsid w:val="008076C3"/>
    <w:rsid w:val="00810747"/>
    <w:rsid w:val="00821A04"/>
    <w:rsid w:val="00825585"/>
    <w:rsid w:val="00826B76"/>
    <w:rsid w:val="00835455"/>
    <w:rsid w:val="008371E9"/>
    <w:rsid w:val="00840D6C"/>
    <w:rsid w:val="00846F2B"/>
    <w:rsid w:val="00852893"/>
    <w:rsid w:val="00864418"/>
    <w:rsid w:val="00867E49"/>
    <w:rsid w:val="008723BB"/>
    <w:rsid w:val="0087487F"/>
    <w:rsid w:val="008807CE"/>
    <w:rsid w:val="008831F0"/>
    <w:rsid w:val="0088373A"/>
    <w:rsid w:val="00885B17"/>
    <w:rsid w:val="0088650C"/>
    <w:rsid w:val="008A74D7"/>
    <w:rsid w:val="008D0FB2"/>
    <w:rsid w:val="008D5CD7"/>
    <w:rsid w:val="008D61A1"/>
    <w:rsid w:val="008F17EB"/>
    <w:rsid w:val="008F4DED"/>
    <w:rsid w:val="008F6314"/>
    <w:rsid w:val="009015FC"/>
    <w:rsid w:val="009039F5"/>
    <w:rsid w:val="00910553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F67"/>
    <w:rsid w:val="00984176"/>
    <w:rsid w:val="00991477"/>
    <w:rsid w:val="00993CA8"/>
    <w:rsid w:val="009A1968"/>
    <w:rsid w:val="009A654D"/>
    <w:rsid w:val="009B1A13"/>
    <w:rsid w:val="009B4CE9"/>
    <w:rsid w:val="009C29F2"/>
    <w:rsid w:val="009C3961"/>
    <w:rsid w:val="009C4FFC"/>
    <w:rsid w:val="009D0E78"/>
    <w:rsid w:val="009D3B8C"/>
    <w:rsid w:val="009D63D9"/>
    <w:rsid w:val="009F4CBC"/>
    <w:rsid w:val="00A0230E"/>
    <w:rsid w:val="00A02CBA"/>
    <w:rsid w:val="00A060E2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3048"/>
    <w:rsid w:val="00A76B5B"/>
    <w:rsid w:val="00A84269"/>
    <w:rsid w:val="00A9257F"/>
    <w:rsid w:val="00AA3DC3"/>
    <w:rsid w:val="00AA41DE"/>
    <w:rsid w:val="00AB5D48"/>
    <w:rsid w:val="00AC170F"/>
    <w:rsid w:val="00AD7560"/>
    <w:rsid w:val="00AE3ECA"/>
    <w:rsid w:val="00B07FD2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D2F4A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97ECE"/>
    <w:rsid w:val="00CB002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413D"/>
    <w:rsid w:val="00D3437F"/>
    <w:rsid w:val="00D34D1C"/>
    <w:rsid w:val="00D35B99"/>
    <w:rsid w:val="00D35D7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36A"/>
    <w:rsid w:val="00DF440E"/>
    <w:rsid w:val="00E03E7D"/>
    <w:rsid w:val="00E1413C"/>
    <w:rsid w:val="00E14448"/>
    <w:rsid w:val="00E17C05"/>
    <w:rsid w:val="00E21406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E72"/>
    <w:rsid w:val="00E676CA"/>
    <w:rsid w:val="00E75222"/>
    <w:rsid w:val="00E77460"/>
    <w:rsid w:val="00E80E07"/>
    <w:rsid w:val="00E818E5"/>
    <w:rsid w:val="00E8533B"/>
    <w:rsid w:val="00E912ED"/>
    <w:rsid w:val="00E93B49"/>
    <w:rsid w:val="00E93CAA"/>
    <w:rsid w:val="00EA2A97"/>
    <w:rsid w:val="00EB17A2"/>
    <w:rsid w:val="00EB3DE9"/>
    <w:rsid w:val="00EC7608"/>
    <w:rsid w:val="00EE3445"/>
    <w:rsid w:val="00EE37AF"/>
    <w:rsid w:val="00EE4081"/>
    <w:rsid w:val="00EE6926"/>
    <w:rsid w:val="00F040C2"/>
    <w:rsid w:val="00F1205A"/>
    <w:rsid w:val="00F17D3F"/>
    <w:rsid w:val="00F203E9"/>
    <w:rsid w:val="00F217FA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86C79"/>
    <w:rsid w:val="00F87F2A"/>
    <w:rsid w:val="00F960BC"/>
    <w:rsid w:val="00FA515B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04627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Fuentedeprrafopredeter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6EAEE-FA5C-4595-8412-819AAA3F2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99</TotalTime>
  <Pages>2</Pages>
  <Words>218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Liz</cp:lastModifiedBy>
  <cp:revision>13</cp:revision>
  <cp:lastPrinted>2011-12-22T15:28:00Z</cp:lastPrinted>
  <dcterms:created xsi:type="dcterms:W3CDTF">2013-09-02T02:35:00Z</dcterms:created>
  <dcterms:modified xsi:type="dcterms:W3CDTF">2013-09-09T01:41:00Z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